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84A18" w:rsidRPr="00A84A18" w:rsidRDefault="00A84A18">
      <w:pPr>
        <w:pStyle w:val="HTML"/>
      </w:pPr>
      <w:bookmarkStart w:id="0" w:name="_GoBack"/>
      <w:bookmarkEnd w:id="0"/>
    </w:p>
    <w:p w:rsidR="00A84A18" w:rsidRPr="00A84A18" w:rsidRDefault="00A84A18">
      <w:pPr>
        <w:pStyle w:val="HTML"/>
      </w:pPr>
      <w:r w:rsidRPr="00A84A18">
        <w:t xml:space="preserve"> S.I. TOURS                         DATE: 03 SEP 2019</w:t>
      </w:r>
    </w:p>
    <w:p w:rsidR="00A84A18" w:rsidRPr="00A84A18" w:rsidRDefault="00A84A18">
      <w:pPr>
        <w:pStyle w:val="HTML"/>
      </w:pPr>
      <w:r w:rsidRPr="00A84A18">
        <w:t xml:space="preserve"> 1-J VOLKONSKIJ PEREULOK D.        AGENT: 0229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t xml:space="preserve">                                    NAME</w:t>
      </w:r>
      <w:r w:rsidRPr="00A84A18">
        <w:rPr>
          <w:b/>
          <w:sz w:val="22"/>
        </w:rPr>
        <w:t>: SEMENENKO/OLEG MR</w:t>
      </w:r>
    </w:p>
    <w:p w:rsidR="00A84A18" w:rsidRPr="00A84A18" w:rsidRDefault="00A84A18">
      <w:pPr>
        <w:pStyle w:val="HTML"/>
      </w:pPr>
      <w:r w:rsidRPr="00A84A18">
        <w:t xml:space="preserve"> MOSCOW</w:t>
      </w:r>
    </w:p>
    <w:p w:rsidR="00A84A18" w:rsidRPr="00A84A18" w:rsidRDefault="00A84A18">
      <w:pPr>
        <w:pStyle w:val="HTML"/>
      </w:pPr>
      <w:r w:rsidRPr="00A84A18">
        <w:t xml:space="preserve"> IATA       : 922 27866</w:t>
      </w:r>
    </w:p>
    <w:p w:rsidR="00A84A18" w:rsidRPr="00A84A18" w:rsidRDefault="00A84A18">
      <w:pPr>
        <w:pStyle w:val="HTML"/>
      </w:pPr>
      <w:r w:rsidRPr="00A84A18">
        <w:t xml:space="preserve"> TELEPHONE  : +74959210117</w:t>
      </w:r>
    </w:p>
    <w:p w:rsidR="00A84A18" w:rsidRPr="00A84A18" w:rsidRDefault="00A84A18">
      <w:pPr>
        <w:pStyle w:val="HTML"/>
      </w:pPr>
      <w:r w:rsidRPr="00A84A18">
        <w:t>ISSUING AIRLINE                        : AEROFLOT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t xml:space="preserve"> TICKET NUMBER                          : </w:t>
      </w:r>
      <w:r w:rsidRPr="00A84A18">
        <w:rPr>
          <w:b/>
          <w:sz w:val="22"/>
        </w:rPr>
        <w:t>ETKT 555 5085239776</w:t>
      </w:r>
    </w:p>
    <w:p w:rsidR="00A84A18" w:rsidRPr="00A84A18" w:rsidRDefault="00A84A18">
      <w:pPr>
        <w:pStyle w:val="HTML"/>
      </w:pPr>
      <w:r w:rsidRPr="00A84A18">
        <w:t xml:space="preserve"> BOOKING REF : AMADEUS: MIU4U8, AIRLINE: SU/UGUIBD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>FROM /TO        FLIGHT  CL DATE   DEP      FARE BASIS    NVB   NVA   BAG  ST</w:t>
      </w:r>
    </w:p>
    <w:p w:rsidR="00A84A18" w:rsidRPr="00A84A18" w:rsidRDefault="00A84A18">
      <w:pPr>
        <w:pStyle w:val="HTML"/>
        <w:rPr>
          <w:b/>
          <w:sz w:val="22"/>
        </w:rPr>
      </w:pP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MOSCOW          SU 512  E  03OCT  2105     ECL           03OCT 03OCT 1PC  OK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SHEREMETYEVO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TERMINAL:F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TEHRAN IMAM                      ARRIVAL TIME: 0125   ARRIVAL DATE: 04OCT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KHOMEINI INTL</w:t>
      </w:r>
    </w:p>
    <w:p w:rsidR="00A84A18" w:rsidRPr="00A84A18" w:rsidRDefault="00A84A18">
      <w:pPr>
        <w:pStyle w:val="HTML"/>
        <w:rPr>
          <w:b/>
          <w:sz w:val="22"/>
        </w:rPr>
      </w:pP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TEHRAN IMAM     SU 513  N  10OCT  0230     NCL           10OCT 10OCT 1PC  OK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KHOMEINI INTL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MOSCOW                           ARRIVAL TIME: 0555   ARRIVAL DATE: 10OCT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SHEREMETYEVO</w:t>
      </w:r>
    </w:p>
    <w:p w:rsidR="00A84A18" w:rsidRPr="00A84A18" w:rsidRDefault="00A84A18">
      <w:pPr>
        <w:pStyle w:val="HTML"/>
        <w:rPr>
          <w:b/>
          <w:sz w:val="22"/>
        </w:rPr>
      </w:pPr>
      <w:r w:rsidRPr="00A84A18">
        <w:rPr>
          <w:b/>
          <w:sz w:val="22"/>
        </w:rPr>
        <w:t xml:space="preserve"> TERMINAL:F</w:t>
      </w:r>
    </w:p>
    <w:p w:rsidR="00A84A18" w:rsidRPr="00A84A18" w:rsidRDefault="00A84A18">
      <w:pPr>
        <w:pStyle w:val="HTML"/>
        <w:rPr>
          <w:b/>
          <w:sz w:val="22"/>
        </w:rPr>
      </w:pPr>
    </w:p>
    <w:p w:rsidR="00A84A18" w:rsidRPr="00A84A18" w:rsidRDefault="00A84A18">
      <w:pPr>
        <w:pStyle w:val="HTML"/>
      </w:pPr>
      <w:r w:rsidRPr="00A84A18">
        <w:t xml:space="preserve"> AT CHECK-IN, PLEASE SHOW A PICTURE IDENTIFICATION AND THE DOCUMENT YOU GAVE</w:t>
      </w:r>
    </w:p>
    <w:p w:rsidR="00A84A18" w:rsidRPr="00A84A18" w:rsidRDefault="00A84A18">
      <w:pPr>
        <w:pStyle w:val="HTML"/>
      </w:pPr>
      <w:r w:rsidRPr="00A84A18">
        <w:t xml:space="preserve"> FOR REFERENCE AT RESERVATION TIME</w:t>
      </w:r>
    </w:p>
    <w:p w:rsidR="00A84A18" w:rsidRPr="00A84A18" w:rsidRDefault="00A84A18">
      <w:pPr>
        <w:pStyle w:val="HTML"/>
      </w:pPr>
      <w:r w:rsidRPr="00A84A18">
        <w:t>ENDORSEMENTS  : /PSPT FE139229</w:t>
      </w:r>
    </w:p>
    <w:p w:rsidR="00A84A18" w:rsidRPr="00A84A18" w:rsidRDefault="00A84A18">
      <w:pPr>
        <w:pStyle w:val="HTML"/>
      </w:pPr>
      <w:r w:rsidRPr="00A84A18">
        <w:t xml:space="preserve"> EXCHANGE RATE : 73.50 RUB</w:t>
      </w:r>
    </w:p>
    <w:p w:rsidR="00A84A18" w:rsidRPr="00A84A18" w:rsidRDefault="00A84A18">
      <w:pPr>
        <w:pStyle w:val="HTML"/>
      </w:pPr>
      <w:r w:rsidRPr="00A84A18">
        <w:t xml:space="preserve"> TOUR CODE     : IT54434030</w:t>
      </w:r>
    </w:p>
    <w:p w:rsidR="00A84A18" w:rsidRPr="00A84A18" w:rsidRDefault="00A84A18">
      <w:pPr>
        <w:pStyle w:val="HTML"/>
      </w:pPr>
      <w:r w:rsidRPr="00A84A18">
        <w:t xml:space="preserve"> PAYMENT       : CASH</w:t>
      </w:r>
    </w:p>
    <w:p w:rsidR="00A84A18" w:rsidRPr="00A84A18" w:rsidRDefault="00A84A18">
      <w:pPr>
        <w:pStyle w:val="HTML"/>
      </w:pPr>
      <w:r w:rsidRPr="00A84A18">
        <w:t>FARE CALCULATION   :MOW SU THR178.82SU MOW167.64NUC346.46END ROE0.894724XT</w:t>
      </w:r>
    </w:p>
    <w:p w:rsidR="00A84A18" w:rsidRPr="00A84A18" w:rsidRDefault="00A84A18">
      <w:pPr>
        <w:pStyle w:val="HTML"/>
      </w:pPr>
      <w:r w:rsidRPr="00A84A18">
        <w:t xml:space="preserve">                     115RI294I6202IR</w:t>
      </w:r>
    </w:p>
    <w:p w:rsidR="00A84A18" w:rsidRPr="00A84A18" w:rsidRDefault="00A84A18">
      <w:pPr>
        <w:pStyle w:val="HTML"/>
      </w:pPr>
      <w:r w:rsidRPr="00A84A18">
        <w:t>AIR FARE           : EUR     310.00</w:t>
      </w:r>
    </w:p>
    <w:p w:rsidR="00A84A18" w:rsidRPr="00A84A18" w:rsidRDefault="00A84A18">
      <w:pPr>
        <w:pStyle w:val="HTML"/>
      </w:pPr>
      <w:r w:rsidRPr="00A84A18">
        <w:t xml:space="preserve"> EQUIV FARE PAID    : RUB     22785</w:t>
      </w:r>
    </w:p>
    <w:p w:rsidR="00A84A18" w:rsidRPr="00A84A18" w:rsidRDefault="00A84A18">
      <w:pPr>
        <w:pStyle w:val="HTML"/>
      </w:pPr>
      <w:r w:rsidRPr="00A84A18">
        <w:t xml:space="preserve"> TAX                : RUB     115RI     RUB     115RI     RUB     294I6</w:t>
      </w:r>
    </w:p>
    <w:p w:rsidR="00A84A18" w:rsidRPr="00A84A18" w:rsidRDefault="00A84A18">
      <w:pPr>
        <w:pStyle w:val="HTML"/>
      </w:pPr>
      <w:r w:rsidRPr="00A84A18">
        <w:t xml:space="preserve">                      RUB     202IR</w:t>
      </w:r>
    </w:p>
    <w:p w:rsidR="00A84A18" w:rsidRPr="00A84A18" w:rsidRDefault="00A84A18">
      <w:pPr>
        <w:pStyle w:val="HTML"/>
      </w:pPr>
      <w:r w:rsidRPr="00A84A18">
        <w:t xml:space="preserve"> AIRLINE SURCHARGES : RUB     7498YQ</w:t>
      </w:r>
    </w:p>
    <w:p w:rsidR="00A84A18" w:rsidRPr="00A84A18" w:rsidRDefault="00A84A18">
      <w:pPr>
        <w:pStyle w:val="HTML"/>
      </w:pPr>
      <w:r w:rsidRPr="00A84A18">
        <w:t xml:space="preserve"> TOTAL              : RUB     31009</w:t>
      </w:r>
    </w:p>
    <w:p w:rsidR="00A84A18" w:rsidRPr="00A84A18" w:rsidRDefault="00A84A18">
      <w:pPr>
        <w:pStyle w:val="HTML"/>
      </w:pPr>
      <w:r w:rsidRPr="00A84A18">
        <w:t>FLIGHT(S) CALCULATED AVERAGE CO2 EMISSIONS IS 368.78 KG/PERSON</w:t>
      </w:r>
    </w:p>
    <w:p w:rsidR="00A84A18" w:rsidRPr="00A84A18" w:rsidRDefault="00A84A18">
      <w:pPr>
        <w:pStyle w:val="HTML"/>
      </w:pPr>
      <w:r w:rsidRPr="00A84A18">
        <w:t>SOURCE: ICAO CARBON EMISSIONS CALCULATOR</w:t>
      </w:r>
    </w:p>
    <w:p w:rsidR="00A84A18" w:rsidRPr="00A84A18" w:rsidRDefault="00A84A18">
      <w:pPr>
        <w:pStyle w:val="HTML"/>
      </w:pPr>
      <w:r w:rsidRPr="00A84A18">
        <w:t>HTTP://WWW.ICAO.INT/ENVIRONMENTAL-PROTECTION/CARBONOFFSET/PAGES/DEFAULT.ASPX</w:t>
      </w:r>
    </w:p>
    <w:p w:rsidR="00A84A18" w:rsidRPr="00A84A18" w:rsidRDefault="00A84A18">
      <w:pPr>
        <w:pStyle w:val="HTML"/>
      </w:pPr>
      <w:r w:rsidRPr="00A84A18">
        <w:t>NOTICE</w:t>
      </w:r>
    </w:p>
    <w:p w:rsidR="00A84A18" w:rsidRPr="00A84A18" w:rsidRDefault="00A84A18">
      <w:pPr>
        <w:pStyle w:val="HTML"/>
      </w:pPr>
      <w:r w:rsidRPr="00A84A18">
        <w:t>CARRIAGE AND OTHER SERVICES PROVIDED BY THE CARRIER ARE SUBJECT TO CONDITIONS</w:t>
      </w:r>
    </w:p>
    <w:p w:rsidR="00A84A18" w:rsidRPr="00A84A18" w:rsidRDefault="00A84A18">
      <w:pPr>
        <w:pStyle w:val="HTML"/>
      </w:pPr>
      <w:r w:rsidRPr="00A84A18">
        <w:t>OF CARRIAGE, WHICH ARE HEREBY INCORPORATED BY REFERENCE. THESE CONDITIONS MAY</w:t>
      </w:r>
    </w:p>
    <w:p w:rsidR="00A84A18" w:rsidRPr="00A84A18" w:rsidRDefault="00A84A18">
      <w:pPr>
        <w:pStyle w:val="HTML"/>
      </w:pPr>
      <w:r w:rsidRPr="00A84A18">
        <w:t>BE OBTAINED FROM THE ISSUING CARRIER.</w:t>
      </w:r>
    </w:p>
    <w:p w:rsidR="00A84A18" w:rsidRPr="00A84A18" w:rsidRDefault="00A84A18">
      <w:pPr>
        <w:pStyle w:val="HTML"/>
      </w:pPr>
      <w:r w:rsidRPr="00A84A18">
        <w:t>IF THE PASSENGER''S JOURNEY INVOLVES AN ULTIMATE DESTINATION OR STOP IN A</w:t>
      </w:r>
    </w:p>
    <w:p w:rsidR="00A84A18" w:rsidRPr="00A84A18" w:rsidRDefault="00A84A18">
      <w:pPr>
        <w:pStyle w:val="HTML"/>
      </w:pPr>
      <w:r w:rsidRPr="00A84A18">
        <w:t>COUNTRY OTHER THAN THE COUNTRY OF DEPARTURE THE WARSAW CONVENTION AND THE</w:t>
      </w:r>
    </w:p>
    <w:p w:rsidR="00A84A18" w:rsidRPr="00A84A18" w:rsidRDefault="00A84A18">
      <w:pPr>
        <w:pStyle w:val="HTML"/>
      </w:pPr>
      <w:r w:rsidRPr="00A84A18">
        <w:t>MONREAL CONVENTION MAY BE APPLICABLE AND THESE CONVENTIONS GOVERN AND IN MOST</w:t>
      </w:r>
    </w:p>
    <w:p w:rsidR="00A84A18" w:rsidRPr="00A84A18" w:rsidRDefault="00A84A18">
      <w:pPr>
        <w:pStyle w:val="HTML"/>
      </w:pPr>
      <w:r w:rsidRPr="00A84A18">
        <w:t>CASES LIMIT THE LIABILITY OF CARRIERS FOR DEATH OR PERSONAL INJURY AND IN</w:t>
      </w:r>
    </w:p>
    <w:p w:rsidR="00A84A18" w:rsidRPr="00A84A18" w:rsidRDefault="00A84A18">
      <w:pPr>
        <w:pStyle w:val="HTML"/>
      </w:pPr>
      <w:r w:rsidRPr="00A84A18">
        <w:t>RESPECT OF LOSS OF OR DAMAGE TO BAGGAGE.</w:t>
      </w:r>
    </w:p>
    <w:p w:rsidR="00A84A18" w:rsidRPr="00A84A18" w:rsidRDefault="00A84A18">
      <w:pPr>
        <w:pStyle w:val="HTML"/>
      </w:pPr>
      <w:r w:rsidRPr="00A84A18">
        <w:t>THE CARRIAGE OF CERTAIN HAZARDOUS MATERIALS, LIKE AEROSOLS, FIREWORKS, AND</w:t>
      </w:r>
    </w:p>
    <w:p w:rsidR="00A84A18" w:rsidRPr="00A84A18" w:rsidRDefault="00A84A18">
      <w:pPr>
        <w:pStyle w:val="HTML"/>
      </w:pPr>
      <w:r w:rsidRPr="00A84A18">
        <w:t>FLAMMABLE LIQUIDS, ABOARD THE AIRCRAFT IS FORBIDDEN. IF YOU DO NOT UNDERSTAND</w:t>
      </w:r>
    </w:p>
    <w:p w:rsidR="00A84A18" w:rsidRPr="00A84A18" w:rsidRDefault="00A84A18">
      <w:pPr>
        <w:pStyle w:val="HTML"/>
      </w:pPr>
      <w:r w:rsidRPr="00A84A18">
        <w:t>THESE RESTRICTIONS, FURTHER INFORMATION MAY BE OBTAINED FROM YOUR AIRLINE.</w:t>
      </w:r>
    </w:p>
    <w:p w:rsidR="00A84A18" w:rsidRPr="00A84A18" w:rsidRDefault="00A84A18">
      <w:pPr>
        <w:pStyle w:val="HTML"/>
      </w:pPr>
      <w:r w:rsidRPr="00A84A18">
        <w:t>DATA PROTECTION NOTICE: YOUR PERSONAL DATA WILL BE PROCESSED IN ACCORDANCE</w:t>
      </w:r>
    </w:p>
    <w:p w:rsidR="00A84A18" w:rsidRPr="00A84A18" w:rsidRDefault="00A84A18">
      <w:pPr>
        <w:pStyle w:val="HTML"/>
      </w:pPr>
      <w:r w:rsidRPr="00A84A18">
        <w:t>WITH THE APPLICABLE CARRIER'S PRIVACY POLICY AND, IF YOUR BOOKING IS MADE VIA</w:t>
      </w:r>
    </w:p>
    <w:p w:rsidR="00A84A18" w:rsidRPr="00A84A18" w:rsidRDefault="00A84A18">
      <w:pPr>
        <w:pStyle w:val="HTML"/>
      </w:pPr>
      <w:r w:rsidRPr="00A84A18">
        <w:t>A RESERVATION SYSTEM PROVIDER ( GDS ), WITH ITS PRIVACY POLICY. THESE ARE</w:t>
      </w:r>
    </w:p>
    <w:p w:rsidR="00A84A18" w:rsidRPr="00A84A18" w:rsidRDefault="00A84A18">
      <w:pPr>
        <w:pStyle w:val="HTML"/>
      </w:pPr>
      <w:r w:rsidRPr="00A84A18">
        <w:t>AVAILABLE AT http://www.iatatravelcenter.com/privacy OR FROM THE CARRIER OR</w:t>
      </w:r>
    </w:p>
    <w:p w:rsidR="00A84A18" w:rsidRPr="00A84A18" w:rsidRDefault="00A84A18">
      <w:pPr>
        <w:pStyle w:val="HTML"/>
      </w:pPr>
      <w:r w:rsidRPr="00A84A18">
        <w:t>GDS DIRECTLY. YOU SHOULD READ THIS DOCUMENTATION, WHICH APPLIES TO YOUR</w:t>
      </w:r>
    </w:p>
    <w:p w:rsidR="00A84A18" w:rsidRPr="00A84A18" w:rsidRDefault="00A84A18">
      <w:pPr>
        <w:pStyle w:val="HTML"/>
      </w:pPr>
      <w:r w:rsidRPr="00A84A18">
        <w:t>BOOKING AND SPECIFIES, FOR EXAMPLE, HOW YOUR PERSONAL DATA IS COLLECTED,</w:t>
      </w:r>
    </w:p>
    <w:p w:rsidR="00A84A18" w:rsidRPr="00A84A18" w:rsidRDefault="00A84A18">
      <w:pPr>
        <w:pStyle w:val="HTML"/>
      </w:pPr>
      <w:r w:rsidRPr="00A84A18">
        <w:t>STORED, USED, DISCLOSED AND TRANSFERRED.(APPLICABLE FOR INTERLINE CARRIAGE)</w:t>
      </w:r>
    </w:p>
    <w:p w:rsidR="00A84A18" w:rsidRPr="00A84A18" w:rsidRDefault="00A84A18">
      <w:pPr>
        <w:pStyle w:val="HTML"/>
      </w:pPr>
      <w:r w:rsidRPr="00A84A18">
        <w:t>http://www.iatatravelcentre.com/tickets</w:t>
      </w:r>
    </w:p>
    <w:sectPr w:rsidR="00A84A18" w:rsidRPr="00A84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9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18" w:rsidRDefault="00A84A18">
      <w:r>
        <w:separator/>
      </w:r>
    </w:p>
  </w:endnote>
  <w:endnote w:type="continuationSeparator" w:id="0">
    <w:p w:rsidR="00A84A18" w:rsidRDefault="00A8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8"/>
      <w:tabs>
        <w:tab w:val="clear" w:pos="4677"/>
        <w:tab w:val="clear" w:pos="9355"/>
        <w:tab w:val="left" w:pos="2160"/>
      </w:tabs>
      <w:ind w:left="-1122"/>
    </w:pPr>
    <w:r>
      <w:rPr>
        <w:noProof/>
        <w:lang w:eastAsia="ru-RU"/>
      </w:rPr>
      <w:drawing>
        <wp:anchor distT="0" distB="0" distL="114935" distR="114935" simplePos="0" relativeHeight="251657728" behindDoc="1" locked="0" layoutInCell="1" allowOverlap="1" wp14:anchorId="63AB1FF1" wp14:editId="36F55990">
          <wp:simplePos x="0" y="0"/>
          <wp:positionH relativeFrom="column">
            <wp:posOffset>-717550</wp:posOffset>
          </wp:positionH>
          <wp:positionV relativeFrom="paragraph">
            <wp:posOffset>4445</wp:posOffset>
          </wp:positionV>
          <wp:extent cx="7559675" cy="723265"/>
          <wp:effectExtent l="0" t="0" r="3175" b="635"/>
          <wp:wrapTight wrapText="bothSides">
            <wp:wrapPolygon edited="0">
              <wp:start x="0" y="0"/>
              <wp:lineTo x="0" y="21050"/>
              <wp:lineTo x="21555" y="21050"/>
              <wp:lineTo x="21555" y="0"/>
              <wp:lineTo x="0" y="0"/>
            </wp:wrapPolygon>
          </wp:wrapTight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23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18" w:rsidRDefault="00A84A18">
      <w:r>
        <w:separator/>
      </w:r>
    </w:p>
  </w:footnote>
  <w:footnote w:type="continuationSeparator" w:id="0">
    <w:p w:rsidR="00A84A18" w:rsidRDefault="00A84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B4" w:rsidRDefault="00DF62A9">
    <w:pPr>
      <w:pStyle w:val="a7"/>
      <w:ind w:left="-1122"/>
    </w:pPr>
    <w:r>
      <w:rPr>
        <w:rFonts w:ascii="Courier New" w:hAnsi="Courier New" w:cs="Courier New"/>
        <w:noProof/>
        <w:sz w:val="14"/>
        <w:szCs w:val="14"/>
        <w:lang w:eastAsia="ru-RU"/>
      </w:rPr>
      <w:drawing>
        <wp:inline distT="0" distB="0" distL="0" distR="0" wp14:anchorId="66C5B5C1" wp14:editId="49DAA2FA">
          <wp:extent cx="7562850" cy="1800225"/>
          <wp:effectExtent l="0" t="0" r="0" b="9525"/>
          <wp:docPr id="1" name="Рисунок 1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89" w:rsidRDefault="00BB79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18"/>
    <w:rsid w:val="00095EF0"/>
    <w:rsid w:val="0025225E"/>
    <w:rsid w:val="003D3A0C"/>
    <w:rsid w:val="008513F5"/>
    <w:rsid w:val="008C493A"/>
    <w:rsid w:val="00A84A18"/>
    <w:rsid w:val="00B10C4E"/>
    <w:rsid w:val="00B97170"/>
    <w:rsid w:val="00BB7989"/>
    <w:rsid w:val="00DF62A9"/>
    <w:rsid w:val="00E875BE"/>
    <w:rsid w:val="00F414B4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857A6"/>
      <w:u w:val="single"/>
    </w:rPr>
  </w:style>
  <w:style w:type="character" w:customStyle="1" w:styleId="inviz1">
    <w:name w:val="inviz1"/>
    <w:basedOn w:val="1"/>
  </w:style>
  <w:style w:type="character" w:customStyle="1" w:styleId="gray2">
    <w:name w:val="gray2"/>
    <w:basedOn w:val="1"/>
    <w:rPr>
      <w:sz w:val="22"/>
      <w:szCs w:val="22"/>
    </w:rPr>
  </w:style>
  <w:style w:type="character" w:customStyle="1" w:styleId="sm2">
    <w:name w:val="sm2"/>
    <w:basedOn w:val="1"/>
    <w:rPr>
      <w:rFonts w:ascii="Tahoma" w:hAnsi="Tahoma" w:cs="Tahoma"/>
      <w:b w:val="0"/>
      <w:bCs w:val="0"/>
      <w:color w:val="000000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EmailStyle32">
    <w:name w:val="EmailStyle32"/>
    <w:basedOn w:val="a0"/>
    <w:semiHidden/>
    <w:rsid w:val="00BB7989"/>
    <w:rPr>
      <w:rFonts w:ascii="Calibri" w:hAnsi="Calibri" w:cs="Times New Roman" w:hint="defaul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a\appdata\roaming\microsoft\&#1096;&#1072;&#1073;&#1083;&#1086;&#1085;&#1099;\Eticke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Eticket.dotx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Инна Азнаурова</dc:creator>
  <cp:keywords/>
  <cp:lastModifiedBy>Инна Азнаурова</cp:lastModifiedBy>
  <cp:revision>1</cp:revision>
  <cp:lastPrinted>2010-06-16T07:11:00Z</cp:lastPrinted>
  <dcterms:created xsi:type="dcterms:W3CDTF">2019-09-03T11:14:00Z</dcterms:created>
  <dcterms:modified xsi:type="dcterms:W3CDTF">2019-09-03T11:14:00Z</dcterms:modified>
</cp:coreProperties>
</file>